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085D4" w14:textId="77777777" w:rsidR="008C4D44" w:rsidRDefault="008C4D44" w:rsidP="00B801C3">
      <w:pPr>
        <w:rPr>
          <w:rFonts w:ascii="Times New Roman" w:hAnsi="Times New Roman"/>
        </w:rPr>
      </w:pPr>
    </w:p>
    <w:p w14:paraId="2ACE5935" w14:textId="77777777" w:rsidR="008C4D44" w:rsidRDefault="008C4D44" w:rsidP="00B801C3">
      <w:pPr>
        <w:rPr>
          <w:rFonts w:ascii="Times New Roman" w:hAnsi="Times New Roman"/>
        </w:rPr>
      </w:pPr>
    </w:p>
    <w:p w14:paraId="143916F0" w14:textId="773AEE21" w:rsidR="00B801C3" w:rsidRPr="00B801C3" w:rsidRDefault="002726A3" w:rsidP="00B801C3">
      <w:pPr>
        <w:rPr>
          <w:rFonts w:ascii="Times New Roman" w:hAnsi="Times New Roman"/>
        </w:rPr>
      </w:pPr>
      <w:r w:rsidRPr="00F00368">
        <w:rPr>
          <w:noProof/>
        </w:rPr>
        <w:drawing>
          <wp:anchor distT="0" distB="0" distL="114300" distR="114300" simplePos="0" relativeHeight="251659264" behindDoc="0" locked="0" layoutInCell="1" allowOverlap="1" wp14:anchorId="06EBE91F" wp14:editId="1352A6A5">
            <wp:simplePos x="0" y="0"/>
            <wp:positionH relativeFrom="margin">
              <wp:align>right</wp:align>
            </wp:positionH>
            <wp:positionV relativeFrom="paragraph">
              <wp:posOffset>-899795</wp:posOffset>
            </wp:positionV>
            <wp:extent cx="1947545" cy="887095"/>
            <wp:effectExtent l="0" t="0" r="0" b="8255"/>
            <wp:wrapNone/>
            <wp:docPr id="3" name="Picture 3" descr="elektrilev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ektrilevi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545" cy="887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01C3" w:rsidRPr="00B801C3">
        <w:rPr>
          <w:rFonts w:ascii="Times New Roman" w:hAnsi="Times New Roman"/>
        </w:rPr>
        <w:t>Transpordiamet</w:t>
      </w:r>
    </w:p>
    <w:p w14:paraId="6D31C270" w14:textId="51AF875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Valge 4, 11413 Tallinn</w:t>
      </w:r>
      <w:r w:rsidRPr="00B801C3">
        <w:rPr>
          <w:rFonts w:ascii="Times New Roman" w:hAnsi="Times New Roman"/>
        </w:rPr>
        <w:tab/>
      </w:r>
      <w:r w:rsidRPr="00B801C3">
        <w:rPr>
          <w:rFonts w:ascii="Times New Roman" w:hAnsi="Times New Roman"/>
        </w:rPr>
        <w:tab/>
      </w:r>
      <w:r w:rsidRPr="00B801C3">
        <w:rPr>
          <w:rFonts w:ascii="Times New Roman" w:hAnsi="Times New Roman"/>
        </w:rPr>
        <w:tab/>
      </w:r>
      <w:r w:rsidRPr="00B801C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</w:t>
      </w:r>
      <w:r w:rsidRPr="00B801C3">
        <w:rPr>
          <w:rFonts w:ascii="Times New Roman" w:hAnsi="Times New Roman"/>
        </w:rPr>
        <w:t xml:space="preserve"> Meie:</w:t>
      </w:r>
      <w:r w:rsidR="006D4B8F">
        <w:rPr>
          <w:rFonts w:ascii="Times New Roman" w:hAnsi="Times New Roman"/>
        </w:rPr>
        <w:t xml:space="preserve"> </w:t>
      </w:r>
      <w:r w:rsidR="00C151C9">
        <w:rPr>
          <w:rFonts w:ascii="Times New Roman" w:hAnsi="Times New Roman"/>
        </w:rPr>
        <w:t>20</w:t>
      </w:r>
      <w:r w:rsidR="00BF687E">
        <w:rPr>
          <w:rFonts w:ascii="Times New Roman" w:hAnsi="Times New Roman"/>
        </w:rPr>
        <w:t>.0</w:t>
      </w:r>
      <w:r w:rsidR="00A82A29">
        <w:rPr>
          <w:rFonts w:ascii="Times New Roman" w:hAnsi="Times New Roman"/>
        </w:rPr>
        <w:t>4</w:t>
      </w:r>
      <w:r w:rsidRPr="00B801C3">
        <w:rPr>
          <w:rFonts w:ascii="Times New Roman" w:hAnsi="Times New Roman"/>
        </w:rPr>
        <w:t>.202</w:t>
      </w:r>
      <w:r w:rsidR="00BF687E">
        <w:rPr>
          <w:rFonts w:ascii="Times New Roman" w:hAnsi="Times New Roman"/>
        </w:rPr>
        <w:t>3</w:t>
      </w:r>
      <w:r w:rsidRPr="00B801C3">
        <w:rPr>
          <w:rFonts w:ascii="Times New Roman" w:hAnsi="Times New Roman"/>
        </w:rPr>
        <w:t xml:space="preserve"> nr JV-MAA</w:t>
      </w:r>
      <w:r w:rsidR="00C77F19">
        <w:rPr>
          <w:rFonts w:ascii="Times New Roman" w:hAnsi="Times New Roman"/>
        </w:rPr>
        <w:t>-1</w:t>
      </w:r>
      <w:r w:rsidR="00601A66">
        <w:rPr>
          <w:rFonts w:ascii="Times New Roman" w:hAnsi="Times New Roman"/>
        </w:rPr>
        <w:t>/</w:t>
      </w:r>
      <w:r w:rsidR="00902BDB">
        <w:rPr>
          <w:rFonts w:ascii="Times New Roman" w:hAnsi="Times New Roman"/>
        </w:rPr>
        <w:t>1866</w:t>
      </w:r>
    </w:p>
    <w:p w14:paraId="28FD26F1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 xml:space="preserve">e-posti aadress: info@transpordiamet.ee </w:t>
      </w:r>
    </w:p>
    <w:p w14:paraId="12CBC6E4" w14:textId="77777777" w:rsidR="00B801C3" w:rsidRPr="00B801C3" w:rsidRDefault="00B801C3" w:rsidP="00B801C3">
      <w:pPr>
        <w:rPr>
          <w:rFonts w:ascii="Times New Roman" w:hAnsi="Times New Roman"/>
          <w:b/>
        </w:rPr>
      </w:pPr>
    </w:p>
    <w:p w14:paraId="09C07A9D" w14:textId="0FD5FBCE" w:rsidR="00B801C3" w:rsidRDefault="00F9120F" w:rsidP="00B801C3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TAOTLUS </w:t>
      </w:r>
      <w:r w:rsidR="00C67098">
        <w:rPr>
          <w:rFonts w:ascii="Times New Roman" w:hAnsi="Times New Roman"/>
          <w:b/>
        </w:rPr>
        <w:t>TRANSPORDIMAALE</w:t>
      </w:r>
      <w:r w:rsidR="00B801C3" w:rsidRPr="00B801C3">
        <w:rPr>
          <w:rFonts w:ascii="Times New Roman" w:hAnsi="Times New Roman"/>
          <w:b/>
        </w:rPr>
        <w:t xml:space="preserve"> TEHNOVÕRGU JA -RAJATISE EHITAMISEKS JA TALUMISEKS VAJALIKU ISIKLIKU KASUTUSÕIGUSE SEADMISE LEPINGU SÕLMIMISEKS </w:t>
      </w:r>
    </w:p>
    <w:p w14:paraId="5329D932" w14:textId="77777777" w:rsidR="00B801C3" w:rsidRPr="00B801C3" w:rsidRDefault="00B801C3" w:rsidP="00B801C3">
      <w:pPr>
        <w:rPr>
          <w:rFonts w:ascii="Times New Roman" w:hAnsi="Times New Roman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52"/>
        <w:gridCol w:w="6399"/>
      </w:tblGrid>
      <w:tr w:rsidR="00B801C3" w:rsidRPr="00B801C3" w14:paraId="03291118" w14:textId="77777777" w:rsidTr="00192E1E">
        <w:trPr>
          <w:trHeight w:val="430"/>
        </w:trPr>
        <w:tc>
          <w:tcPr>
            <w:tcW w:w="2852" w:type="dxa"/>
            <w:vMerge w:val="restart"/>
            <w:tcBorders>
              <w:right w:val="single" w:sz="4" w:space="0" w:color="auto"/>
            </w:tcBorders>
          </w:tcPr>
          <w:p w14:paraId="382C84B8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TAOTLEJA</w:t>
            </w:r>
          </w:p>
          <w:p w14:paraId="1EEC5CB7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ANDMED:</w:t>
            </w:r>
          </w:p>
          <w:p w14:paraId="6CAD921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59CABD12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51C43C45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70491002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3DF820F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                                             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7315E13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Nimi: Elektrilevi OÜ</w:t>
            </w:r>
          </w:p>
          <w:p w14:paraId="296E2FB6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</w:tr>
      <w:tr w:rsidR="00B801C3" w:rsidRPr="00B801C3" w14:paraId="3EFC1DBD" w14:textId="77777777" w:rsidTr="00192E1E">
        <w:trPr>
          <w:trHeight w:val="438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59816D21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54479A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Registrikood: 11050857</w:t>
            </w:r>
          </w:p>
        </w:tc>
      </w:tr>
      <w:tr w:rsidR="00B801C3" w:rsidRPr="00B801C3" w14:paraId="4D69FA9B" w14:textId="77777777" w:rsidTr="00192E1E">
        <w:trPr>
          <w:trHeight w:val="434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690DB13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4D54E88B" w14:textId="5D0EBE78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Lepingu allkirjastaja nimi: Andra </w:t>
            </w:r>
            <w:r w:rsidR="006D68E5">
              <w:rPr>
                <w:rFonts w:ascii="Times New Roman" w:hAnsi="Times New Roman"/>
              </w:rPr>
              <w:t>Mc</w:t>
            </w:r>
            <w:r w:rsidR="004E4954">
              <w:rPr>
                <w:rFonts w:ascii="Times New Roman" w:hAnsi="Times New Roman"/>
              </w:rPr>
              <w:t>Manus</w:t>
            </w:r>
          </w:p>
        </w:tc>
      </w:tr>
      <w:tr w:rsidR="00B801C3" w:rsidRPr="00B801C3" w14:paraId="6E9216FC" w14:textId="77777777" w:rsidTr="00192E1E">
        <w:trPr>
          <w:trHeight w:val="715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75BFEB8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EBC082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bookmarkEnd w:id="0"/>
      <w:tr w:rsidR="00B801C3" w:rsidRPr="00B801C3" w14:paraId="77F4CF77" w14:textId="77777777" w:rsidTr="00192E1E">
        <w:trPr>
          <w:trHeight w:val="430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7588B8AE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1921E43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Lepingu allkirjastaja e-posti aadress, telefoni number</w:t>
            </w:r>
          </w:p>
          <w:p w14:paraId="443D1FAC" w14:textId="3EF54071" w:rsidR="00B801C3" w:rsidRPr="00B801C3" w:rsidRDefault="00902BDB" w:rsidP="00B801C3">
            <w:pPr>
              <w:rPr>
                <w:rFonts w:ascii="Times New Roman" w:hAnsi="Times New Roman"/>
              </w:rPr>
            </w:pPr>
            <w:hyperlink r:id="rId12" w:history="1">
              <w:r w:rsidR="0019107B" w:rsidRPr="007B0F65">
                <w:rPr>
                  <w:rStyle w:val="Hyperlink"/>
                  <w:rFonts w:ascii="Times New Roman" w:hAnsi="Times New Roman"/>
                </w:rPr>
                <w:t>Andra.McManus@energia.ee</w:t>
              </w:r>
            </w:hyperlink>
            <w:r w:rsidR="00B801C3" w:rsidRPr="00B801C3">
              <w:rPr>
                <w:rFonts w:ascii="Times New Roman" w:hAnsi="Times New Roman"/>
              </w:rPr>
              <w:t>, tel 512</w:t>
            </w:r>
            <w:r w:rsidR="00025DA6">
              <w:rPr>
                <w:rFonts w:ascii="Times New Roman" w:hAnsi="Times New Roman"/>
              </w:rPr>
              <w:t xml:space="preserve"> </w:t>
            </w:r>
            <w:r w:rsidR="00B801C3" w:rsidRPr="00B801C3">
              <w:rPr>
                <w:rFonts w:ascii="Times New Roman" w:hAnsi="Times New Roman"/>
              </w:rPr>
              <w:t>3441</w:t>
            </w:r>
          </w:p>
        </w:tc>
      </w:tr>
      <w:tr w:rsidR="00B801C3" w:rsidRPr="00B801C3" w14:paraId="56FB5E5C" w14:textId="77777777" w:rsidTr="00192E1E">
        <w:trPr>
          <w:trHeight w:val="422"/>
        </w:trPr>
        <w:tc>
          <w:tcPr>
            <w:tcW w:w="2852" w:type="dxa"/>
            <w:vMerge w:val="restart"/>
            <w:tcBorders>
              <w:right w:val="single" w:sz="4" w:space="0" w:color="auto"/>
            </w:tcBorders>
          </w:tcPr>
          <w:p w14:paraId="05C7FB19" w14:textId="77777777" w:rsidR="00B801C3" w:rsidRPr="00B801C3" w:rsidRDefault="00B801C3" w:rsidP="00B801C3">
            <w:pPr>
              <w:rPr>
                <w:rFonts w:ascii="Times New Roman" w:hAnsi="Times New Roman"/>
                <w:b/>
                <w:bCs/>
              </w:rPr>
            </w:pPr>
            <w:r w:rsidRPr="00B801C3">
              <w:rPr>
                <w:rFonts w:ascii="Times New Roman" w:hAnsi="Times New Roman"/>
                <w:b/>
                <w:bCs/>
              </w:rPr>
              <w:t>TAOTLUSE MENETLEMISEL TAOTLEJA KONTAKTISIK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3F8B317" w14:textId="5CA6F25A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Nimi: </w:t>
            </w:r>
            <w:r w:rsidR="00D22AF7">
              <w:rPr>
                <w:rFonts w:ascii="Times New Roman" w:hAnsi="Times New Roman"/>
              </w:rPr>
              <w:t>Avo Järv</w:t>
            </w:r>
          </w:p>
        </w:tc>
      </w:tr>
      <w:tr w:rsidR="00B801C3" w:rsidRPr="00B801C3" w14:paraId="37B599CA" w14:textId="77777777" w:rsidTr="00192E1E">
        <w:trPr>
          <w:trHeight w:val="428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045FC392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8DE6AD7" w14:textId="513173FF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Tema  e-posti aadress, telefoni number: </w:t>
            </w:r>
            <w:hyperlink r:id="rId13" w:history="1">
              <w:r w:rsidR="00CA762F" w:rsidRPr="00CA762F">
                <w:rPr>
                  <w:rStyle w:val="Hyperlink"/>
                  <w:rFonts w:ascii="Times New Roman" w:hAnsi="Times New Roman"/>
                </w:rPr>
                <w:t>avo.jarv@energia.ee</w:t>
              </w:r>
            </w:hyperlink>
            <w:r w:rsidRPr="00B801C3">
              <w:rPr>
                <w:rFonts w:ascii="Times New Roman" w:hAnsi="Times New Roman"/>
              </w:rPr>
              <w:t xml:space="preserve">, </w:t>
            </w:r>
            <w:r w:rsidR="005D7A36" w:rsidRPr="00FA77D7">
              <w:rPr>
                <w:rFonts w:ascii="Times New Roman" w:hAnsi="Times New Roman"/>
              </w:rPr>
              <w:t>534 346 98</w:t>
            </w:r>
          </w:p>
        </w:tc>
      </w:tr>
      <w:tr w:rsidR="00B801C3" w:rsidRPr="00B801C3" w14:paraId="12049F25" w14:textId="77777777" w:rsidTr="00192E1E">
        <w:trPr>
          <w:trHeight w:val="433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4CD9B27F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6A1A35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Vajadusel esindusvolitus (PDF-fail)</w:t>
            </w:r>
          </w:p>
        </w:tc>
      </w:tr>
      <w:tr w:rsidR="00B801C3" w:rsidRPr="00B801C3" w14:paraId="59CFA6ED" w14:textId="77777777" w:rsidTr="00192E1E">
        <w:trPr>
          <w:trHeight w:val="280"/>
        </w:trPr>
        <w:tc>
          <w:tcPr>
            <w:tcW w:w="2852" w:type="dxa"/>
            <w:tcBorders>
              <w:right w:val="single" w:sz="4" w:space="0" w:color="auto"/>
            </w:tcBorders>
          </w:tcPr>
          <w:p w14:paraId="565A140C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TEHNORAJATISE PAIGALDAMISE EESMÄRK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8C006BF" w14:textId="77777777" w:rsidR="00B801C3" w:rsidRPr="00B801C3" w:rsidRDefault="00B801C3" w:rsidP="00B801C3">
            <w:pPr>
              <w:rPr>
                <w:rFonts w:ascii="Times New Roman" w:hAnsi="Times New Roman"/>
                <w:u w:val="single"/>
              </w:rPr>
            </w:pPr>
            <w:r w:rsidRPr="00B801C3">
              <w:rPr>
                <w:rFonts w:ascii="Times New Roman" w:hAnsi="Times New Roman"/>
              </w:rPr>
              <w:t>Tehnovõrk on vajalik avalikes huvides ning arenduskohustuse täitmiseks</w:t>
            </w:r>
          </w:p>
        </w:tc>
      </w:tr>
      <w:tr w:rsidR="00B801C3" w:rsidRPr="00B801C3" w14:paraId="58E0CD92" w14:textId="77777777" w:rsidTr="00192E1E">
        <w:trPr>
          <w:trHeight w:val="598"/>
        </w:trPr>
        <w:tc>
          <w:tcPr>
            <w:tcW w:w="2852" w:type="dxa"/>
            <w:vMerge w:val="restart"/>
            <w:tcBorders>
              <w:right w:val="single" w:sz="4" w:space="0" w:color="auto"/>
            </w:tcBorders>
          </w:tcPr>
          <w:p w14:paraId="0E43AE43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  <w:b/>
              </w:rPr>
              <w:t>MAANTEEAMETIS KOOSKÕLASTATUD PROJEKTI ANDMED: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58103D9" w14:textId="77777777" w:rsidR="00B801C3" w:rsidRPr="00995A4B" w:rsidRDefault="00B801C3" w:rsidP="00B801C3">
            <w:pPr>
              <w:rPr>
                <w:rFonts w:ascii="Times New Roman" w:hAnsi="Times New Roman"/>
              </w:rPr>
            </w:pPr>
            <w:r w:rsidRPr="00995A4B">
              <w:rPr>
                <w:rFonts w:ascii="Times New Roman" w:hAnsi="Times New Roman"/>
              </w:rPr>
              <w:t xml:space="preserve">Projekti nimetus ja number:  </w:t>
            </w:r>
          </w:p>
          <w:p w14:paraId="517D8EEC" w14:textId="73059AC2" w:rsidR="00B801C3" w:rsidRPr="00AE6CB7" w:rsidRDefault="00B74ED3" w:rsidP="00B801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Stromtec OÜ</w:t>
            </w:r>
            <w:r w:rsidRPr="00AE6CB7">
              <w:rPr>
                <w:rFonts w:ascii="Times New Roman" w:hAnsi="Times New Roman"/>
              </w:rPr>
              <w:t xml:space="preserve"> poolt koostatud töö nr  </w:t>
            </w:r>
            <w:r w:rsidR="00192E1E">
              <w:rPr>
                <w:rFonts w:ascii="Times New Roman" w:hAnsi="Times New Roman"/>
              </w:rPr>
              <w:t>22-238</w:t>
            </w:r>
            <w:r w:rsidR="00192E1E" w:rsidRPr="00AE6CB7">
              <w:rPr>
                <w:rFonts w:ascii="Times New Roman" w:hAnsi="Times New Roman"/>
              </w:rPr>
              <w:t xml:space="preserve">  “</w:t>
            </w:r>
            <w:r w:rsidR="00192E1E">
              <w:rPr>
                <w:rFonts w:ascii="Times New Roman" w:hAnsi="Times New Roman"/>
              </w:rPr>
              <w:t>Põldmäe tee 11 kinnistu päikseelektrijaamade liitumine elektrivõrguga</w:t>
            </w:r>
            <w:r w:rsidR="0019107B">
              <w:rPr>
                <w:rFonts w:ascii="Times New Roman" w:hAnsi="Times New Roman"/>
              </w:rPr>
              <w:t>,</w:t>
            </w:r>
            <w:r w:rsidR="00192E1E">
              <w:rPr>
                <w:rFonts w:ascii="Times New Roman" w:hAnsi="Times New Roman"/>
              </w:rPr>
              <w:t xml:space="preserve"> Vatsla ja Hüüru küla</w:t>
            </w:r>
            <w:r w:rsidR="0019107B">
              <w:rPr>
                <w:rFonts w:ascii="Times New Roman" w:hAnsi="Times New Roman"/>
              </w:rPr>
              <w:t>,</w:t>
            </w:r>
            <w:r w:rsidR="00192E1E">
              <w:rPr>
                <w:rFonts w:ascii="Times New Roman" w:hAnsi="Times New Roman"/>
              </w:rPr>
              <w:t xml:space="preserve"> Saue vald</w:t>
            </w:r>
            <w:r w:rsidR="0019107B">
              <w:rPr>
                <w:rFonts w:ascii="Times New Roman" w:hAnsi="Times New Roman"/>
              </w:rPr>
              <w:t>,</w:t>
            </w:r>
            <w:r w:rsidR="00192E1E">
              <w:rPr>
                <w:rFonts w:ascii="Times New Roman" w:hAnsi="Times New Roman"/>
              </w:rPr>
              <w:t xml:space="preserve"> Harju maakond LR7397</w:t>
            </w:r>
            <w:r w:rsidR="00192E1E" w:rsidRPr="00AE6CB7">
              <w:rPr>
                <w:rFonts w:ascii="Times New Roman" w:hAnsi="Times New Roman"/>
              </w:rPr>
              <w:t>“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B801C3" w:rsidRPr="00B801C3" w14:paraId="0755177A" w14:textId="77777777" w:rsidTr="00192E1E">
        <w:trPr>
          <w:trHeight w:val="247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433B5213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5C87C4A" w14:textId="76139E6A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Projekti koostaja: </w:t>
            </w:r>
            <w:r>
              <w:t xml:space="preserve"> </w:t>
            </w:r>
            <w:r w:rsidR="00BF035E">
              <w:rPr>
                <w:rFonts w:ascii="Times New Roman" w:hAnsi="Times New Roman"/>
              </w:rPr>
              <w:t>Harri Laks</w:t>
            </w:r>
          </w:p>
        </w:tc>
      </w:tr>
      <w:tr w:rsidR="00B801C3" w:rsidRPr="00B801C3" w14:paraId="58516777" w14:textId="77777777" w:rsidTr="00192E1E">
        <w:trPr>
          <w:trHeight w:val="598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667248B5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495C3A18" w14:textId="130D8B3D" w:rsidR="00B801C3" w:rsidRPr="000E535F" w:rsidRDefault="00B801C3" w:rsidP="00B801C3">
            <w:pPr>
              <w:rPr>
                <w:rFonts w:ascii="Times New Roman" w:hAnsi="Times New Roman"/>
              </w:rPr>
            </w:pPr>
            <w:r w:rsidRPr="000E535F">
              <w:rPr>
                <w:rFonts w:ascii="Times New Roman" w:hAnsi="Times New Roman"/>
              </w:rPr>
              <w:t xml:space="preserve">Projekti </w:t>
            </w:r>
            <w:r w:rsidR="0095119C" w:rsidRPr="000E535F">
              <w:rPr>
                <w:rFonts w:ascii="Times New Roman" w:hAnsi="Times New Roman"/>
              </w:rPr>
              <w:t>Tra</w:t>
            </w:r>
            <w:r w:rsidR="00A21AA1" w:rsidRPr="000E535F">
              <w:rPr>
                <w:rFonts w:ascii="Times New Roman" w:hAnsi="Times New Roman"/>
              </w:rPr>
              <w:t>nspordi</w:t>
            </w:r>
            <w:r w:rsidRPr="000E535F">
              <w:rPr>
                <w:rFonts w:ascii="Times New Roman" w:hAnsi="Times New Roman"/>
              </w:rPr>
              <w:t xml:space="preserve">ameti kooskõlastuse vastuskirja seosviit:  </w:t>
            </w:r>
          </w:p>
          <w:p w14:paraId="722D8B99" w14:textId="61FD315E" w:rsidR="00B801C3" w:rsidRPr="00B801C3" w:rsidRDefault="000B712A" w:rsidP="00B801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  <w:r w:rsidR="00025DA6" w:rsidRPr="000E535F">
              <w:rPr>
                <w:rFonts w:ascii="Times New Roman" w:hAnsi="Times New Roman"/>
              </w:rPr>
              <w:t>.</w:t>
            </w:r>
            <w:r w:rsidR="006E7138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4</w:t>
            </w:r>
            <w:r w:rsidR="00025DA6" w:rsidRPr="000E535F">
              <w:rPr>
                <w:rFonts w:ascii="Times New Roman" w:hAnsi="Times New Roman"/>
              </w:rPr>
              <w:t>.202</w:t>
            </w:r>
            <w:r w:rsidR="006E7138">
              <w:rPr>
                <w:rFonts w:ascii="Times New Roman" w:hAnsi="Times New Roman"/>
              </w:rPr>
              <w:t>3</w:t>
            </w:r>
            <w:r w:rsidR="00025DA6" w:rsidRPr="000E535F">
              <w:rPr>
                <w:rFonts w:ascii="Times New Roman" w:hAnsi="Times New Roman"/>
              </w:rPr>
              <w:t xml:space="preserve"> nr </w:t>
            </w:r>
            <w:r w:rsidR="000E535F" w:rsidRPr="000E535F">
              <w:rPr>
                <w:rFonts w:ascii="Times New Roman" w:hAnsi="Times New Roman"/>
              </w:rPr>
              <w:t>7.1-2/2</w:t>
            </w:r>
            <w:r w:rsidR="006E7138">
              <w:rPr>
                <w:rFonts w:ascii="Times New Roman" w:hAnsi="Times New Roman"/>
              </w:rPr>
              <w:t>3</w:t>
            </w:r>
            <w:r w:rsidR="000E535F" w:rsidRPr="000E535F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5203-3</w:t>
            </w:r>
          </w:p>
        </w:tc>
      </w:tr>
      <w:tr w:rsidR="00B801C3" w:rsidRPr="00B801C3" w14:paraId="51E2B8BB" w14:textId="77777777" w:rsidTr="00192E1E">
        <w:trPr>
          <w:trHeight w:val="425"/>
        </w:trPr>
        <w:tc>
          <w:tcPr>
            <w:tcW w:w="2852" w:type="dxa"/>
            <w:tcBorders>
              <w:left w:val="single" w:sz="4" w:space="0" w:color="auto"/>
              <w:right w:val="single" w:sz="4" w:space="0" w:color="auto"/>
            </w:tcBorders>
          </w:tcPr>
          <w:p w14:paraId="45FB15E0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1. KOORMATAVA</w:t>
            </w:r>
          </w:p>
          <w:p w14:paraId="4C82FD74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RIIGITEE ANDMED: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8422521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Number ja nimetus: (MKM 25.06.2015. a määruse nr 72 järgi)</w:t>
            </w:r>
          </w:p>
          <w:p w14:paraId="7C974298" w14:textId="796D6648" w:rsidR="00B801C3" w:rsidRPr="00B801C3" w:rsidRDefault="00FD1244" w:rsidP="00B801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704C5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Tallinn</w:t>
            </w:r>
            <w:r w:rsidR="008C019E">
              <w:rPr>
                <w:rFonts w:ascii="Times New Roman" w:hAnsi="Times New Roman"/>
              </w:rPr>
              <w:t>-Paldiski</w:t>
            </w:r>
          </w:p>
        </w:tc>
      </w:tr>
      <w:tr w:rsidR="00C77651" w:rsidRPr="00B801C3" w14:paraId="2974EED6" w14:textId="77777777" w:rsidTr="00192E1E">
        <w:trPr>
          <w:trHeight w:val="475"/>
        </w:trPr>
        <w:tc>
          <w:tcPr>
            <w:tcW w:w="285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4B50CA1" w14:textId="77777777" w:rsidR="00C77651" w:rsidRPr="00B801C3" w:rsidRDefault="00C77651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10B27666" w14:textId="144956E6" w:rsidR="00C77651" w:rsidRPr="00B801C3" w:rsidRDefault="00C77651" w:rsidP="00C776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Katastrit</w:t>
            </w:r>
            <w:r w:rsidRPr="00B801C3">
              <w:rPr>
                <w:rFonts w:ascii="Times New Roman" w:hAnsi="Times New Roman"/>
              </w:rPr>
              <w:t xml:space="preserve">unnus:  </w:t>
            </w:r>
            <w:r>
              <w:t xml:space="preserve">  </w:t>
            </w:r>
            <w:r w:rsidR="001921D2">
              <w:rPr>
                <w:rFonts w:ascii="Times New Roman" w:hAnsi="Times New Roman"/>
              </w:rPr>
              <w:t>72701:002:0567</w:t>
            </w:r>
            <w:r w:rsidR="00ED3888">
              <w:rPr>
                <w:rFonts w:ascii="Times New Roman" w:hAnsi="Times New Roman"/>
              </w:rPr>
              <w:t xml:space="preserve"> </w:t>
            </w:r>
          </w:p>
        </w:tc>
      </w:tr>
      <w:tr w:rsidR="00C77651" w:rsidRPr="00B801C3" w14:paraId="2799306D" w14:textId="77777777" w:rsidTr="00192E1E">
        <w:trPr>
          <w:trHeight w:val="425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A1019" w14:textId="77777777" w:rsidR="00C77651" w:rsidRPr="00B801C3" w:rsidRDefault="00C77651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39986CF8" w14:textId="461007AF" w:rsidR="00C77651" w:rsidRPr="00B801C3" w:rsidRDefault="00C77651" w:rsidP="00C77651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Lähiaadress</w:t>
            </w:r>
            <w:r>
              <w:rPr>
                <w:rFonts w:ascii="Times New Roman" w:hAnsi="Times New Roman"/>
              </w:rPr>
              <w:t>:</w:t>
            </w:r>
            <w:r>
              <w:t xml:space="preserve"> </w:t>
            </w:r>
            <w:r w:rsidR="00E463B1">
              <w:rPr>
                <w:rFonts w:ascii="Times New Roman" w:hAnsi="Times New Roman"/>
              </w:rPr>
              <w:t>Sa</w:t>
            </w:r>
            <w:r w:rsidR="00B15297">
              <w:rPr>
                <w:rFonts w:ascii="Times New Roman" w:hAnsi="Times New Roman"/>
              </w:rPr>
              <w:t>ue</w:t>
            </w:r>
            <w:r w:rsidR="009F409F">
              <w:rPr>
                <w:rFonts w:ascii="Times New Roman" w:hAnsi="Times New Roman"/>
              </w:rPr>
              <w:t xml:space="preserve"> vald</w:t>
            </w:r>
            <w:r w:rsidR="00BA6639">
              <w:rPr>
                <w:rFonts w:ascii="Times New Roman" w:hAnsi="Times New Roman"/>
              </w:rPr>
              <w:t>,</w:t>
            </w:r>
            <w:r w:rsidR="00E54EB8">
              <w:rPr>
                <w:rFonts w:ascii="Times New Roman" w:hAnsi="Times New Roman"/>
              </w:rPr>
              <w:t xml:space="preserve"> </w:t>
            </w:r>
            <w:r w:rsidR="00B15297">
              <w:rPr>
                <w:rFonts w:ascii="Times New Roman" w:hAnsi="Times New Roman"/>
              </w:rPr>
              <w:t>Hüüru</w:t>
            </w:r>
            <w:r w:rsidR="00AB605E">
              <w:rPr>
                <w:rFonts w:ascii="Times New Roman" w:hAnsi="Times New Roman"/>
              </w:rPr>
              <w:t xml:space="preserve"> </w:t>
            </w:r>
            <w:r w:rsidR="00E54EB8">
              <w:rPr>
                <w:rFonts w:ascii="Times New Roman" w:hAnsi="Times New Roman"/>
              </w:rPr>
              <w:t xml:space="preserve">küla, </w:t>
            </w:r>
            <w:r w:rsidR="00BA6639">
              <w:rPr>
                <w:rFonts w:ascii="Times New Roman" w:hAnsi="Times New Roman"/>
              </w:rPr>
              <w:t xml:space="preserve"> </w:t>
            </w:r>
            <w:r w:rsidR="00B15297">
              <w:rPr>
                <w:rFonts w:ascii="Times New Roman" w:hAnsi="Times New Roman"/>
              </w:rPr>
              <w:t>8 Tallinn-Paldiski tee</w:t>
            </w:r>
          </w:p>
        </w:tc>
      </w:tr>
      <w:tr w:rsidR="00C77651" w:rsidRPr="00B801C3" w14:paraId="616548FD" w14:textId="77777777" w:rsidTr="00192E1E">
        <w:trPr>
          <w:trHeight w:val="425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50178" w14:textId="77777777" w:rsidR="00C77651" w:rsidRPr="00B801C3" w:rsidRDefault="00C77651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3482B1A" w14:textId="7BAA3E7A" w:rsidR="00C77651" w:rsidRPr="00534055" w:rsidRDefault="00C77651" w:rsidP="00C77651">
            <w:pPr>
              <w:rPr>
                <w:rFonts w:ascii="Times New Roman" w:hAnsi="Times New Roman"/>
                <w:i/>
              </w:rPr>
            </w:pPr>
            <w:r w:rsidRPr="00B801C3">
              <w:rPr>
                <w:rFonts w:ascii="Times New Roman" w:hAnsi="Times New Roman"/>
              </w:rPr>
              <w:t>Kinnistusraamatu registriosa nr:</w:t>
            </w:r>
            <w:r w:rsidRPr="00B801C3">
              <w:rPr>
                <w:rFonts w:ascii="Times New Roman" w:hAnsi="Times New Roman"/>
                <w:i/>
              </w:rPr>
              <w:t xml:space="preserve"> </w:t>
            </w:r>
            <w:r>
              <w:t xml:space="preserve">  </w:t>
            </w:r>
            <w:r w:rsidR="0034201F">
              <w:rPr>
                <w:rFonts w:ascii="Times New Roman" w:hAnsi="Times New Roman"/>
              </w:rPr>
              <w:t>10186350</w:t>
            </w:r>
          </w:p>
          <w:p w14:paraId="06D62C11" w14:textId="77777777" w:rsidR="00C77651" w:rsidRPr="00B801C3" w:rsidRDefault="00C77651" w:rsidP="00C77651">
            <w:pPr>
              <w:rPr>
                <w:rFonts w:ascii="Times New Roman" w:hAnsi="Times New Roman"/>
              </w:rPr>
            </w:pPr>
          </w:p>
        </w:tc>
      </w:tr>
      <w:tr w:rsidR="002E5106" w:rsidRPr="00B801C3" w14:paraId="1ABE5D2C" w14:textId="77777777" w:rsidTr="00192E1E">
        <w:trPr>
          <w:trHeight w:val="425"/>
        </w:trPr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289C" w14:textId="77777777" w:rsidR="002E5106" w:rsidRPr="00B801C3" w:rsidRDefault="002E5106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3AD1B94C" w14:textId="2F463DA8" w:rsidR="002E5106" w:rsidRPr="00B801C3" w:rsidRDefault="00B60550" w:rsidP="00C776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Soovime maaüksusele ehitada:</w:t>
            </w:r>
            <w:r w:rsidR="00FD4512">
              <w:rPr>
                <w:rFonts w:ascii="Times New Roman" w:hAnsi="Times New Roman"/>
              </w:rPr>
              <w:t xml:space="preserve"> </w:t>
            </w:r>
            <w:r w:rsidR="00697A7B">
              <w:rPr>
                <w:rFonts w:ascii="Times New Roman" w:hAnsi="Times New Roman"/>
              </w:rPr>
              <w:t>keskpinge</w:t>
            </w:r>
            <w:r w:rsidR="002545FF">
              <w:rPr>
                <w:rFonts w:ascii="Times New Roman" w:hAnsi="Times New Roman"/>
              </w:rPr>
              <w:t xml:space="preserve"> </w:t>
            </w:r>
            <w:r w:rsidR="00AA4DC2">
              <w:rPr>
                <w:rFonts w:ascii="Times New Roman" w:hAnsi="Times New Roman"/>
              </w:rPr>
              <w:t>maakaabelliini</w:t>
            </w:r>
            <w:r w:rsidR="00326C2D">
              <w:rPr>
                <w:rFonts w:ascii="Times New Roman" w:hAnsi="Times New Roman"/>
              </w:rPr>
              <w:t xml:space="preserve"> </w:t>
            </w:r>
            <w:r w:rsidR="00AA4DC2">
              <w:rPr>
                <w:rFonts w:ascii="Times New Roman" w:hAnsi="Times New Roman"/>
              </w:rPr>
              <w:t>kaitsetorus</w:t>
            </w:r>
            <w:r w:rsidR="0056475E">
              <w:rPr>
                <w:rFonts w:ascii="Times New Roman" w:hAnsi="Times New Roman"/>
              </w:rPr>
              <w:t xml:space="preserve"> </w:t>
            </w:r>
            <w:r w:rsidR="00BB6BBE">
              <w:rPr>
                <w:rFonts w:ascii="Times New Roman" w:hAnsi="Times New Roman"/>
              </w:rPr>
              <w:t xml:space="preserve">ristumine </w:t>
            </w:r>
            <w:r w:rsidR="007C0443">
              <w:rPr>
                <w:rFonts w:ascii="Times New Roman" w:hAnsi="Times New Roman"/>
              </w:rPr>
              <w:t xml:space="preserve">km </w:t>
            </w:r>
            <w:r w:rsidR="00FF7FA5">
              <w:rPr>
                <w:rFonts w:ascii="Times New Roman" w:hAnsi="Times New Roman"/>
              </w:rPr>
              <w:t>13,92</w:t>
            </w:r>
            <w:r w:rsidR="00544A85">
              <w:rPr>
                <w:rFonts w:ascii="Times New Roman" w:hAnsi="Times New Roman"/>
              </w:rPr>
              <w:t xml:space="preserve">. </w:t>
            </w:r>
            <w:r w:rsidR="00AA4DC2">
              <w:rPr>
                <w:rFonts w:ascii="Times New Roman" w:hAnsi="Times New Roman"/>
              </w:rPr>
              <w:t>Isiliku kasutusõiguse ala</w:t>
            </w:r>
            <w:r w:rsidR="007675DB">
              <w:rPr>
                <w:rFonts w:ascii="Times New Roman" w:hAnsi="Times New Roman"/>
              </w:rPr>
              <w:t xml:space="preserve">d </w:t>
            </w:r>
            <w:r w:rsidR="00FF7FA5">
              <w:rPr>
                <w:rFonts w:ascii="Times New Roman" w:hAnsi="Times New Roman"/>
              </w:rPr>
              <w:t>7</w:t>
            </w:r>
            <w:r w:rsidR="00634ACB">
              <w:rPr>
                <w:rFonts w:ascii="Times New Roman" w:hAnsi="Times New Roman"/>
              </w:rPr>
              <w:t>8</w:t>
            </w:r>
            <w:r w:rsidR="007675DB">
              <w:rPr>
                <w:rFonts w:ascii="Times New Roman" w:hAnsi="Times New Roman"/>
              </w:rPr>
              <w:t xml:space="preserve"> m</w:t>
            </w:r>
            <w:r w:rsidR="007675DB" w:rsidRPr="00400DD2">
              <w:rPr>
                <w:rFonts w:ascii="Times New Roman" w:hAnsi="Times New Roman"/>
                <w:vertAlign w:val="superscript"/>
              </w:rPr>
              <w:t>2</w:t>
            </w:r>
            <w:r w:rsidR="004E4F69">
              <w:rPr>
                <w:rFonts w:ascii="Times New Roman" w:hAnsi="Times New Roman"/>
              </w:rPr>
              <w:t>.</w:t>
            </w:r>
          </w:p>
        </w:tc>
      </w:tr>
      <w:tr w:rsidR="00866D30" w:rsidRPr="00B801C3" w14:paraId="6142EDBD" w14:textId="77777777" w:rsidTr="00192E1E">
        <w:trPr>
          <w:trHeight w:val="467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6E94" w14:textId="79716E08" w:rsidR="00866D30" w:rsidRPr="00561EC0" w:rsidRDefault="00866D30" w:rsidP="00866D30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T</w:t>
            </w:r>
            <w:r>
              <w:rPr>
                <w:rFonts w:ascii="Times New Roman" w:hAnsi="Times New Roman"/>
                <w:b/>
              </w:rPr>
              <w:t>AOTLUSELE LISATUD DOKUMENDID.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59E1A04" w14:textId="3A1B569B" w:rsidR="00866D30" w:rsidRPr="00B801C3" w:rsidRDefault="00866D30" w:rsidP="00866D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Transpordi</w:t>
            </w:r>
            <w:r w:rsidRPr="00B801C3">
              <w:rPr>
                <w:rFonts w:ascii="Times New Roman" w:hAnsi="Times New Roman"/>
              </w:rPr>
              <w:t xml:space="preserve">ameti </w:t>
            </w:r>
            <w:r w:rsidR="00FF7FA5">
              <w:rPr>
                <w:rFonts w:ascii="Times New Roman" w:hAnsi="Times New Roman"/>
              </w:rPr>
              <w:t>04</w:t>
            </w:r>
            <w:r w:rsidRPr="000E535F">
              <w:rPr>
                <w:rFonts w:ascii="Times New Roman" w:hAnsi="Times New Roman"/>
              </w:rPr>
              <w:t>.</w:t>
            </w:r>
            <w:r w:rsidR="00BE35D7">
              <w:rPr>
                <w:rFonts w:ascii="Times New Roman" w:hAnsi="Times New Roman"/>
              </w:rPr>
              <w:t>0</w:t>
            </w:r>
            <w:r w:rsidR="00FF7FA5">
              <w:rPr>
                <w:rFonts w:ascii="Times New Roman" w:hAnsi="Times New Roman"/>
              </w:rPr>
              <w:t>4</w:t>
            </w:r>
            <w:r w:rsidRPr="000E535F">
              <w:rPr>
                <w:rFonts w:ascii="Times New Roman" w:hAnsi="Times New Roman"/>
              </w:rPr>
              <w:t>.202</w:t>
            </w:r>
            <w:r w:rsidR="00BE35D7">
              <w:rPr>
                <w:rFonts w:ascii="Times New Roman" w:hAnsi="Times New Roman"/>
              </w:rPr>
              <w:t>3</w:t>
            </w:r>
            <w:r w:rsidRPr="000E535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projekti </w:t>
            </w:r>
            <w:r w:rsidRPr="00B801C3">
              <w:rPr>
                <w:rFonts w:ascii="Times New Roman" w:hAnsi="Times New Roman"/>
              </w:rPr>
              <w:t>kooskõlastus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52153C89" w14:textId="41307544" w:rsidR="00866D30" w:rsidRDefault="00866D30" w:rsidP="00866D30">
            <w:pPr>
              <w:rPr>
                <w:rFonts w:ascii="Times New Roman" w:hAnsi="Times New Roman"/>
              </w:rPr>
            </w:pPr>
            <w:r w:rsidRPr="000E535F">
              <w:rPr>
                <w:rFonts w:ascii="Times New Roman" w:hAnsi="Times New Roman"/>
              </w:rPr>
              <w:t>nr 7.1-2/2</w:t>
            </w:r>
            <w:r w:rsidR="00BE35D7">
              <w:rPr>
                <w:rFonts w:ascii="Times New Roman" w:hAnsi="Times New Roman"/>
              </w:rPr>
              <w:t>3</w:t>
            </w:r>
            <w:r w:rsidRPr="000E535F">
              <w:rPr>
                <w:rFonts w:ascii="Times New Roman" w:hAnsi="Times New Roman"/>
              </w:rPr>
              <w:t>/</w:t>
            </w:r>
            <w:r w:rsidR="007303C5">
              <w:rPr>
                <w:rFonts w:ascii="Times New Roman" w:hAnsi="Times New Roman"/>
              </w:rPr>
              <w:t xml:space="preserve">5203-3 </w:t>
            </w:r>
            <w:r>
              <w:rPr>
                <w:rFonts w:ascii="Times New Roman" w:hAnsi="Times New Roman"/>
              </w:rPr>
              <w:t xml:space="preserve">                  </w:t>
            </w:r>
            <w:r w:rsidR="00BE35D7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                  1 fail;</w:t>
            </w:r>
          </w:p>
          <w:p w14:paraId="40C60C0B" w14:textId="3D8B7025" w:rsidR="00866D30" w:rsidRDefault="00866D30" w:rsidP="00866D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Isikliku kasutusõiguse ala plaan</w:t>
            </w:r>
            <w:r w:rsidR="00BB0D0C"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 xml:space="preserve">           </w:t>
            </w:r>
            <w:r w:rsidR="00FF4274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fail;</w:t>
            </w:r>
          </w:p>
          <w:p w14:paraId="7CA501CC" w14:textId="71657953" w:rsidR="00866D30" w:rsidRPr="002A70F6" w:rsidRDefault="003B390F" w:rsidP="00866D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866D30">
              <w:rPr>
                <w:rFonts w:ascii="Times New Roman" w:hAnsi="Times New Roman"/>
              </w:rPr>
              <w:t>. Volitatud esindaja volikiri                       1 fail.</w:t>
            </w:r>
          </w:p>
        </w:tc>
      </w:tr>
      <w:tr w:rsidR="00866D30" w:rsidRPr="00B801C3" w14:paraId="1DA389D7" w14:textId="77777777" w:rsidTr="00192E1E">
        <w:trPr>
          <w:trHeight w:val="467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BE93" w14:textId="77777777" w:rsidR="00866D30" w:rsidRPr="00B801C3" w:rsidRDefault="00866D30" w:rsidP="00866D3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6BFF840" w14:textId="77777777" w:rsidR="00866D30" w:rsidRDefault="00866D30" w:rsidP="00866D30">
            <w:pPr>
              <w:rPr>
                <w:rFonts w:ascii="Times New Roman" w:hAnsi="Times New Roman"/>
              </w:rPr>
            </w:pPr>
          </w:p>
        </w:tc>
      </w:tr>
    </w:tbl>
    <w:p w14:paraId="71852233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Lugupidamisega</w:t>
      </w:r>
    </w:p>
    <w:p w14:paraId="1B7DDFDD" w14:textId="77777777" w:rsidR="00B801C3" w:rsidRPr="00B801C3" w:rsidRDefault="00B801C3" w:rsidP="00B801C3">
      <w:pPr>
        <w:rPr>
          <w:rFonts w:ascii="Times New Roman" w:hAnsi="Times New Roman"/>
        </w:rPr>
      </w:pPr>
    </w:p>
    <w:p w14:paraId="4701D2F6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/allkirjastatud digitaalselt/</w:t>
      </w:r>
    </w:p>
    <w:p w14:paraId="2C07119E" w14:textId="77777777" w:rsidR="00B801C3" w:rsidRPr="00B801C3" w:rsidRDefault="00B801C3" w:rsidP="00B801C3">
      <w:pPr>
        <w:rPr>
          <w:rFonts w:ascii="Times New Roman" w:hAnsi="Times New Roman"/>
        </w:rPr>
      </w:pPr>
    </w:p>
    <w:p w14:paraId="263BA39B" w14:textId="2A454A70" w:rsidR="00B801C3" w:rsidRPr="00B801C3" w:rsidRDefault="0001635F" w:rsidP="00B801C3">
      <w:pPr>
        <w:rPr>
          <w:rFonts w:ascii="Times New Roman" w:hAnsi="Times New Roman"/>
        </w:rPr>
      </w:pPr>
      <w:r>
        <w:rPr>
          <w:rFonts w:ascii="Times New Roman" w:hAnsi="Times New Roman"/>
        </w:rPr>
        <w:t>Avo Järv</w:t>
      </w:r>
    </w:p>
    <w:p w14:paraId="5900368B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Elektrilevi OÜ volitatud esindaja</w:t>
      </w:r>
    </w:p>
    <w:p w14:paraId="44482408" w14:textId="69BE91FB" w:rsidR="00627953" w:rsidRPr="00582590" w:rsidRDefault="00B801C3" w:rsidP="00582590">
      <w:pPr>
        <w:rPr>
          <w:rFonts w:cs="Arial"/>
          <w:sz w:val="22"/>
          <w:szCs w:val="22"/>
        </w:rPr>
      </w:pPr>
      <w:r w:rsidRPr="00B801C3">
        <w:rPr>
          <w:rFonts w:ascii="Times New Roman" w:hAnsi="Times New Roman"/>
        </w:rPr>
        <w:t>Tel: +372 534</w:t>
      </w:r>
      <w:r w:rsidR="0001635F">
        <w:rPr>
          <w:rFonts w:ascii="Times New Roman" w:hAnsi="Times New Roman"/>
        </w:rPr>
        <w:t>34698</w:t>
      </w:r>
    </w:p>
    <w:sectPr w:rsidR="00627953" w:rsidRPr="00582590" w:rsidSect="00D4458D">
      <w:footerReference w:type="first" r:id="rId14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C4C89" w14:textId="77777777" w:rsidR="00577347" w:rsidRDefault="00577347">
      <w:r>
        <w:separator/>
      </w:r>
    </w:p>
  </w:endnote>
  <w:endnote w:type="continuationSeparator" w:id="0">
    <w:p w14:paraId="452BBE01" w14:textId="77777777" w:rsidR="00577347" w:rsidRDefault="00577347">
      <w:r>
        <w:continuationSeparator/>
      </w:r>
    </w:p>
  </w:endnote>
  <w:endnote w:type="continuationNotice" w:id="1">
    <w:p w14:paraId="3829D90C" w14:textId="77777777" w:rsidR="00577347" w:rsidRDefault="005773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701669CF" w14:textId="77777777" w:rsidTr="00A33A60">
      <w:tc>
        <w:tcPr>
          <w:tcW w:w="3471" w:type="dxa"/>
        </w:tcPr>
        <w:p w14:paraId="429370A7" w14:textId="575A65E5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2D558ABD" w14:textId="4203DF0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Tel 715 4230</w:t>
          </w:r>
        </w:p>
      </w:tc>
      <w:tc>
        <w:tcPr>
          <w:tcW w:w="3471" w:type="dxa"/>
        </w:tcPr>
        <w:p w14:paraId="6320DE3C" w14:textId="660E02EF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7EFAA19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7AFEF21B" w14:textId="77777777" w:rsidTr="00A33A60">
      <w:trPr>
        <w:trHeight w:val="633"/>
      </w:trPr>
      <w:tc>
        <w:tcPr>
          <w:tcW w:w="3471" w:type="dxa"/>
        </w:tcPr>
        <w:p w14:paraId="298FEB6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2, 10138 Tallinn</w:t>
          </w:r>
        </w:p>
        <w:p w14:paraId="1332CF6C" w14:textId="1146C2C9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 11050857</w:t>
          </w:r>
        </w:p>
      </w:tc>
      <w:tc>
        <w:tcPr>
          <w:tcW w:w="2483" w:type="dxa"/>
        </w:tcPr>
        <w:p w14:paraId="62AB4FDE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1F4C1590" w14:textId="6123CFFD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B64FA8B" w14:textId="46F07E8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5293610C" w14:textId="5822C036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219AF377" w14:textId="3FD43824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8D360" w14:textId="77777777" w:rsidR="00577347" w:rsidRDefault="00577347">
      <w:r>
        <w:separator/>
      </w:r>
    </w:p>
  </w:footnote>
  <w:footnote w:type="continuationSeparator" w:id="0">
    <w:p w14:paraId="341F3EFB" w14:textId="77777777" w:rsidR="00577347" w:rsidRDefault="00577347">
      <w:r>
        <w:continuationSeparator/>
      </w:r>
    </w:p>
  </w:footnote>
  <w:footnote w:type="continuationNotice" w:id="1">
    <w:p w14:paraId="3A3AD6C4" w14:textId="77777777" w:rsidR="00577347" w:rsidRDefault="0057734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5F1F81"/>
    <w:multiLevelType w:val="hybridMultilevel"/>
    <w:tmpl w:val="682CC7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596053"/>
    <w:multiLevelType w:val="hybridMultilevel"/>
    <w:tmpl w:val="168408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5537995">
    <w:abstractNumId w:val="1"/>
  </w:num>
  <w:num w:numId="2" w16cid:durableId="1356616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13FB"/>
    <w:rsid w:val="00011579"/>
    <w:rsid w:val="0001635F"/>
    <w:rsid w:val="00020F81"/>
    <w:rsid w:val="0002542D"/>
    <w:rsid w:val="00025DA6"/>
    <w:rsid w:val="00034DBA"/>
    <w:rsid w:val="00054211"/>
    <w:rsid w:val="00055ABF"/>
    <w:rsid w:val="00056E60"/>
    <w:rsid w:val="0006756D"/>
    <w:rsid w:val="00067EBB"/>
    <w:rsid w:val="00075D51"/>
    <w:rsid w:val="00091BAB"/>
    <w:rsid w:val="00092752"/>
    <w:rsid w:val="000B417F"/>
    <w:rsid w:val="000B4850"/>
    <w:rsid w:val="000B712A"/>
    <w:rsid w:val="000C59F5"/>
    <w:rsid w:val="000E535F"/>
    <w:rsid w:val="000E56BE"/>
    <w:rsid w:val="000F5053"/>
    <w:rsid w:val="000F74CB"/>
    <w:rsid w:val="001016D1"/>
    <w:rsid w:val="00103093"/>
    <w:rsid w:val="00104D52"/>
    <w:rsid w:val="001132B3"/>
    <w:rsid w:val="00115920"/>
    <w:rsid w:val="0013032B"/>
    <w:rsid w:val="00130424"/>
    <w:rsid w:val="00131161"/>
    <w:rsid w:val="00132D5C"/>
    <w:rsid w:val="0013360F"/>
    <w:rsid w:val="0013685B"/>
    <w:rsid w:val="001377DA"/>
    <w:rsid w:val="001426E6"/>
    <w:rsid w:val="00146F8F"/>
    <w:rsid w:val="00156988"/>
    <w:rsid w:val="00157360"/>
    <w:rsid w:val="001626FC"/>
    <w:rsid w:val="00164641"/>
    <w:rsid w:val="0016496D"/>
    <w:rsid w:val="00166A4A"/>
    <w:rsid w:val="00174E97"/>
    <w:rsid w:val="001777AF"/>
    <w:rsid w:val="00183FC5"/>
    <w:rsid w:val="00190664"/>
    <w:rsid w:val="0019107B"/>
    <w:rsid w:val="001921D2"/>
    <w:rsid w:val="0019253D"/>
    <w:rsid w:val="00192E1E"/>
    <w:rsid w:val="001B412A"/>
    <w:rsid w:val="001B6ED6"/>
    <w:rsid w:val="001C146B"/>
    <w:rsid w:val="001D1D06"/>
    <w:rsid w:val="001D5D29"/>
    <w:rsid w:val="001D65CC"/>
    <w:rsid w:val="001E0861"/>
    <w:rsid w:val="002006B3"/>
    <w:rsid w:val="00201F2A"/>
    <w:rsid w:val="00203B6C"/>
    <w:rsid w:val="00203FF9"/>
    <w:rsid w:val="00215395"/>
    <w:rsid w:val="002214F2"/>
    <w:rsid w:val="002222AA"/>
    <w:rsid w:val="00227602"/>
    <w:rsid w:val="00232224"/>
    <w:rsid w:val="00232F6A"/>
    <w:rsid w:val="00243817"/>
    <w:rsid w:val="00244988"/>
    <w:rsid w:val="002454B3"/>
    <w:rsid w:val="00245ECA"/>
    <w:rsid w:val="002545FF"/>
    <w:rsid w:val="00262454"/>
    <w:rsid w:val="00264B30"/>
    <w:rsid w:val="00267381"/>
    <w:rsid w:val="00267555"/>
    <w:rsid w:val="002726A3"/>
    <w:rsid w:val="00274E02"/>
    <w:rsid w:val="00293EAC"/>
    <w:rsid w:val="002A23D8"/>
    <w:rsid w:val="002A70F6"/>
    <w:rsid w:val="002B3872"/>
    <w:rsid w:val="002C36A5"/>
    <w:rsid w:val="002D4D27"/>
    <w:rsid w:val="002E0EF7"/>
    <w:rsid w:val="002E5106"/>
    <w:rsid w:val="002F1E80"/>
    <w:rsid w:val="003077C4"/>
    <w:rsid w:val="00313843"/>
    <w:rsid w:val="003211EB"/>
    <w:rsid w:val="00326C2D"/>
    <w:rsid w:val="0034008B"/>
    <w:rsid w:val="0034201F"/>
    <w:rsid w:val="003551E2"/>
    <w:rsid w:val="00357C22"/>
    <w:rsid w:val="00360DB3"/>
    <w:rsid w:val="00361541"/>
    <w:rsid w:val="00373E92"/>
    <w:rsid w:val="0037535F"/>
    <w:rsid w:val="0037561A"/>
    <w:rsid w:val="00377564"/>
    <w:rsid w:val="00377BF2"/>
    <w:rsid w:val="0038079E"/>
    <w:rsid w:val="003B390F"/>
    <w:rsid w:val="003C1DF5"/>
    <w:rsid w:val="003C4625"/>
    <w:rsid w:val="003C4AA1"/>
    <w:rsid w:val="003C7BAE"/>
    <w:rsid w:val="003D353D"/>
    <w:rsid w:val="003D3ADC"/>
    <w:rsid w:val="003D4827"/>
    <w:rsid w:val="003D4C10"/>
    <w:rsid w:val="003D6B78"/>
    <w:rsid w:val="003E6E8E"/>
    <w:rsid w:val="003F1570"/>
    <w:rsid w:val="003F5996"/>
    <w:rsid w:val="00400DD2"/>
    <w:rsid w:val="00413593"/>
    <w:rsid w:val="00415D3C"/>
    <w:rsid w:val="00430439"/>
    <w:rsid w:val="0043188C"/>
    <w:rsid w:val="00433B4A"/>
    <w:rsid w:val="00470107"/>
    <w:rsid w:val="0047318E"/>
    <w:rsid w:val="0047377E"/>
    <w:rsid w:val="00473C07"/>
    <w:rsid w:val="0047575A"/>
    <w:rsid w:val="004807F8"/>
    <w:rsid w:val="00496C8C"/>
    <w:rsid w:val="004A02EE"/>
    <w:rsid w:val="004A3AD1"/>
    <w:rsid w:val="004A71EB"/>
    <w:rsid w:val="004D1D70"/>
    <w:rsid w:val="004D3700"/>
    <w:rsid w:val="004D47B5"/>
    <w:rsid w:val="004E4954"/>
    <w:rsid w:val="004E4F69"/>
    <w:rsid w:val="00510B00"/>
    <w:rsid w:val="005237C6"/>
    <w:rsid w:val="00524969"/>
    <w:rsid w:val="00524FA2"/>
    <w:rsid w:val="00532D2F"/>
    <w:rsid w:val="00533D37"/>
    <w:rsid w:val="00534055"/>
    <w:rsid w:val="00543B8C"/>
    <w:rsid w:val="00544A85"/>
    <w:rsid w:val="005542CD"/>
    <w:rsid w:val="00561EC0"/>
    <w:rsid w:val="0056475E"/>
    <w:rsid w:val="00564994"/>
    <w:rsid w:val="00566692"/>
    <w:rsid w:val="00577347"/>
    <w:rsid w:val="005779A8"/>
    <w:rsid w:val="00580B49"/>
    <w:rsid w:val="00582590"/>
    <w:rsid w:val="0059048C"/>
    <w:rsid w:val="0059052A"/>
    <w:rsid w:val="00593ECE"/>
    <w:rsid w:val="00594998"/>
    <w:rsid w:val="00595CEA"/>
    <w:rsid w:val="00596D99"/>
    <w:rsid w:val="005A025F"/>
    <w:rsid w:val="005A217D"/>
    <w:rsid w:val="005A7552"/>
    <w:rsid w:val="005B2B57"/>
    <w:rsid w:val="005B4482"/>
    <w:rsid w:val="005C5F31"/>
    <w:rsid w:val="005D7A36"/>
    <w:rsid w:val="005E53E7"/>
    <w:rsid w:val="00601A66"/>
    <w:rsid w:val="00605B27"/>
    <w:rsid w:val="0061301A"/>
    <w:rsid w:val="00614E1A"/>
    <w:rsid w:val="00615D38"/>
    <w:rsid w:val="00617CB6"/>
    <w:rsid w:val="0062483F"/>
    <w:rsid w:val="00627953"/>
    <w:rsid w:val="00630E61"/>
    <w:rsid w:val="00634ACB"/>
    <w:rsid w:val="00635FAE"/>
    <w:rsid w:val="006378C4"/>
    <w:rsid w:val="006466E4"/>
    <w:rsid w:val="006644FA"/>
    <w:rsid w:val="00676A6D"/>
    <w:rsid w:val="00677233"/>
    <w:rsid w:val="006820CA"/>
    <w:rsid w:val="00682E2B"/>
    <w:rsid w:val="0068591F"/>
    <w:rsid w:val="00687933"/>
    <w:rsid w:val="006907AC"/>
    <w:rsid w:val="00694BA3"/>
    <w:rsid w:val="00697A7B"/>
    <w:rsid w:val="00697C6B"/>
    <w:rsid w:val="006A3A86"/>
    <w:rsid w:val="006B28B7"/>
    <w:rsid w:val="006B36E7"/>
    <w:rsid w:val="006C3830"/>
    <w:rsid w:val="006D4B8F"/>
    <w:rsid w:val="006D68E5"/>
    <w:rsid w:val="006E4687"/>
    <w:rsid w:val="006E7138"/>
    <w:rsid w:val="006F595A"/>
    <w:rsid w:val="00704C53"/>
    <w:rsid w:val="00705226"/>
    <w:rsid w:val="007077C6"/>
    <w:rsid w:val="007142E7"/>
    <w:rsid w:val="00717079"/>
    <w:rsid w:val="00720EE5"/>
    <w:rsid w:val="00724591"/>
    <w:rsid w:val="007303C5"/>
    <w:rsid w:val="007309B6"/>
    <w:rsid w:val="007330ED"/>
    <w:rsid w:val="007436D3"/>
    <w:rsid w:val="00745750"/>
    <w:rsid w:val="00747174"/>
    <w:rsid w:val="00751A02"/>
    <w:rsid w:val="0075476E"/>
    <w:rsid w:val="00754C52"/>
    <w:rsid w:val="007555E0"/>
    <w:rsid w:val="00761373"/>
    <w:rsid w:val="007665AA"/>
    <w:rsid w:val="00766D43"/>
    <w:rsid w:val="007675DB"/>
    <w:rsid w:val="0077377F"/>
    <w:rsid w:val="00781DB6"/>
    <w:rsid w:val="007878CB"/>
    <w:rsid w:val="00791C61"/>
    <w:rsid w:val="007A1BC8"/>
    <w:rsid w:val="007A795F"/>
    <w:rsid w:val="007B15C2"/>
    <w:rsid w:val="007B5EED"/>
    <w:rsid w:val="007C0443"/>
    <w:rsid w:val="007C1B49"/>
    <w:rsid w:val="007D1A90"/>
    <w:rsid w:val="007E3A05"/>
    <w:rsid w:val="007F109E"/>
    <w:rsid w:val="008029AC"/>
    <w:rsid w:val="008058E8"/>
    <w:rsid w:val="0081552F"/>
    <w:rsid w:val="0082604D"/>
    <w:rsid w:val="008447C1"/>
    <w:rsid w:val="00852619"/>
    <w:rsid w:val="008644A3"/>
    <w:rsid w:val="00864778"/>
    <w:rsid w:val="00864F9A"/>
    <w:rsid w:val="00866D30"/>
    <w:rsid w:val="00870086"/>
    <w:rsid w:val="008856FB"/>
    <w:rsid w:val="00891EC8"/>
    <w:rsid w:val="0089426A"/>
    <w:rsid w:val="008C019E"/>
    <w:rsid w:val="008C2B9A"/>
    <w:rsid w:val="008C4D44"/>
    <w:rsid w:val="008D3857"/>
    <w:rsid w:val="008D3C80"/>
    <w:rsid w:val="008D6B5D"/>
    <w:rsid w:val="008D7EBE"/>
    <w:rsid w:val="008E2F07"/>
    <w:rsid w:val="008E350E"/>
    <w:rsid w:val="008E73FB"/>
    <w:rsid w:val="008F0449"/>
    <w:rsid w:val="008F1236"/>
    <w:rsid w:val="008F2213"/>
    <w:rsid w:val="008F2A05"/>
    <w:rsid w:val="008F76EC"/>
    <w:rsid w:val="008F798D"/>
    <w:rsid w:val="00902BDB"/>
    <w:rsid w:val="0091484C"/>
    <w:rsid w:val="00915CCD"/>
    <w:rsid w:val="00916A21"/>
    <w:rsid w:val="009278B9"/>
    <w:rsid w:val="00931BF9"/>
    <w:rsid w:val="009408BE"/>
    <w:rsid w:val="00942C1B"/>
    <w:rsid w:val="00946B41"/>
    <w:rsid w:val="00947AE1"/>
    <w:rsid w:val="00947EEF"/>
    <w:rsid w:val="0095119C"/>
    <w:rsid w:val="00963479"/>
    <w:rsid w:val="0096721D"/>
    <w:rsid w:val="00980D3C"/>
    <w:rsid w:val="009854D6"/>
    <w:rsid w:val="00985605"/>
    <w:rsid w:val="00985885"/>
    <w:rsid w:val="00995A4B"/>
    <w:rsid w:val="009979CA"/>
    <w:rsid w:val="009B7578"/>
    <w:rsid w:val="009B79F9"/>
    <w:rsid w:val="009C237C"/>
    <w:rsid w:val="009C29C8"/>
    <w:rsid w:val="009D38F3"/>
    <w:rsid w:val="009E0870"/>
    <w:rsid w:val="009E181A"/>
    <w:rsid w:val="009E1E9E"/>
    <w:rsid w:val="009E2F0F"/>
    <w:rsid w:val="009E583D"/>
    <w:rsid w:val="009F3517"/>
    <w:rsid w:val="009F409F"/>
    <w:rsid w:val="00A05FE2"/>
    <w:rsid w:val="00A12576"/>
    <w:rsid w:val="00A17A70"/>
    <w:rsid w:val="00A21AA1"/>
    <w:rsid w:val="00A25DCD"/>
    <w:rsid w:val="00A273A2"/>
    <w:rsid w:val="00A32D8A"/>
    <w:rsid w:val="00A33A60"/>
    <w:rsid w:val="00A422E8"/>
    <w:rsid w:val="00A42E92"/>
    <w:rsid w:val="00A43A3D"/>
    <w:rsid w:val="00A519A8"/>
    <w:rsid w:val="00A65739"/>
    <w:rsid w:val="00A7678F"/>
    <w:rsid w:val="00A80D1B"/>
    <w:rsid w:val="00A82A29"/>
    <w:rsid w:val="00A87A19"/>
    <w:rsid w:val="00A87E71"/>
    <w:rsid w:val="00AA4DC2"/>
    <w:rsid w:val="00AA5BCE"/>
    <w:rsid w:val="00AA6927"/>
    <w:rsid w:val="00AB0087"/>
    <w:rsid w:val="00AB27A8"/>
    <w:rsid w:val="00AB605E"/>
    <w:rsid w:val="00AB6099"/>
    <w:rsid w:val="00AB6C30"/>
    <w:rsid w:val="00AC149D"/>
    <w:rsid w:val="00AC62D7"/>
    <w:rsid w:val="00AD568D"/>
    <w:rsid w:val="00AE685A"/>
    <w:rsid w:val="00AE6CB7"/>
    <w:rsid w:val="00B04620"/>
    <w:rsid w:val="00B06016"/>
    <w:rsid w:val="00B142A0"/>
    <w:rsid w:val="00B15297"/>
    <w:rsid w:val="00B2470E"/>
    <w:rsid w:val="00B31B26"/>
    <w:rsid w:val="00B33B98"/>
    <w:rsid w:val="00B422E1"/>
    <w:rsid w:val="00B603AC"/>
    <w:rsid w:val="00B60550"/>
    <w:rsid w:val="00B74ED3"/>
    <w:rsid w:val="00B766E3"/>
    <w:rsid w:val="00B801C3"/>
    <w:rsid w:val="00B80E6E"/>
    <w:rsid w:val="00B86865"/>
    <w:rsid w:val="00B9248B"/>
    <w:rsid w:val="00BA6639"/>
    <w:rsid w:val="00BB0D0C"/>
    <w:rsid w:val="00BB2F58"/>
    <w:rsid w:val="00BB5B45"/>
    <w:rsid w:val="00BB6BBE"/>
    <w:rsid w:val="00BC10D7"/>
    <w:rsid w:val="00BD3A92"/>
    <w:rsid w:val="00BD48B5"/>
    <w:rsid w:val="00BE35D7"/>
    <w:rsid w:val="00BF035E"/>
    <w:rsid w:val="00BF687E"/>
    <w:rsid w:val="00BF6B6D"/>
    <w:rsid w:val="00C105EE"/>
    <w:rsid w:val="00C12177"/>
    <w:rsid w:val="00C151C9"/>
    <w:rsid w:val="00C15771"/>
    <w:rsid w:val="00C26FF0"/>
    <w:rsid w:val="00C34030"/>
    <w:rsid w:val="00C34716"/>
    <w:rsid w:val="00C44656"/>
    <w:rsid w:val="00C45FA3"/>
    <w:rsid w:val="00C53640"/>
    <w:rsid w:val="00C5407C"/>
    <w:rsid w:val="00C63D7A"/>
    <w:rsid w:val="00C67098"/>
    <w:rsid w:val="00C77651"/>
    <w:rsid w:val="00C77F19"/>
    <w:rsid w:val="00C80630"/>
    <w:rsid w:val="00C86912"/>
    <w:rsid w:val="00C975FB"/>
    <w:rsid w:val="00CA2EF7"/>
    <w:rsid w:val="00CA762F"/>
    <w:rsid w:val="00CD3A22"/>
    <w:rsid w:val="00CD4DCF"/>
    <w:rsid w:val="00CE0278"/>
    <w:rsid w:val="00CF1FCB"/>
    <w:rsid w:val="00D050D5"/>
    <w:rsid w:val="00D17EA9"/>
    <w:rsid w:val="00D21309"/>
    <w:rsid w:val="00D21C1E"/>
    <w:rsid w:val="00D22AF7"/>
    <w:rsid w:val="00D242C5"/>
    <w:rsid w:val="00D25D80"/>
    <w:rsid w:val="00D26A7E"/>
    <w:rsid w:val="00D30539"/>
    <w:rsid w:val="00D40E16"/>
    <w:rsid w:val="00D4420F"/>
    <w:rsid w:val="00D4458D"/>
    <w:rsid w:val="00D8795C"/>
    <w:rsid w:val="00D87E78"/>
    <w:rsid w:val="00D93313"/>
    <w:rsid w:val="00D9349E"/>
    <w:rsid w:val="00D93CD6"/>
    <w:rsid w:val="00D951E7"/>
    <w:rsid w:val="00DA0C38"/>
    <w:rsid w:val="00DB1054"/>
    <w:rsid w:val="00DB424B"/>
    <w:rsid w:val="00DB7173"/>
    <w:rsid w:val="00DC1FEC"/>
    <w:rsid w:val="00DC468D"/>
    <w:rsid w:val="00DC48B2"/>
    <w:rsid w:val="00DE0304"/>
    <w:rsid w:val="00DF3628"/>
    <w:rsid w:val="00DF7E0E"/>
    <w:rsid w:val="00E067C9"/>
    <w:rsid w:val="00E20EBA"/>
    <w:rsid w:val="00E23BC9"/>
    <w:rsid w:val="00E366A1"/>
    <w:rsid w:val="00E463B1"/>
    <w:rsid w:val="00E54EB8"/>
    <w:rsid w:val="00E60DD0"/>
    <w:rsid w:val="00E62F83"/>
    <w:rsid w:val="00E93AC7"/>
    <w:rsid w:val="00E93B12"/>
    <w:rsid w:val="00EB7683"/>
    <w:rsid w:val="00EC1174"/>
    <w:rsid w:val="00ED222E"/>
    <w:rsid w:val="00ED26F8"/>
    <w:rsid w:val="00ED3888"/>
    <w:rsid w:val="00EE38E1"/>
    <w:rsid w:val="00EE61F2"/>
    <w:rsid w:val="00EE7A94"/>
    <w:rsid w:val="00EF01D3"/>
    <w:rsid w:val="00F05986"/>
    <w:rsid w:val="00F15877"/>
    <w:rsid w:val="00F17779"/>
    <w:rsid w:val="00F22DFE"/>
    <w:rsid w:val="00F24004"/>
    <w:rsid w:val="00F31717"/>
    <w:rsid w:val="00F3774C"/>
    <w:rsid w:val="00F50474"/>
    <w:rsid w:val="00F516DF"/>
    <w:rsid w:val="00F55ADB"/>
    <w:rsid w:val="00F64367"/>
    <w:rsid w:val="00F735AF"/>
    <w:rsid w:val="00F9120F"/>
    <w:rsid w:val="00F94E63"/>
    <w:rsid w:val="00F97C99"/>
    <w:rsid w:val="00FA24E0"/>
    <w:rsid w:val="00FA77D7"/>
    <w:rsid w:val="00FB7F91"/>
    <w:rsid w:val="00FC4F54"/>
    <w:rsid w:val="00FD1155"/>
    <w:rsid w:val="00FD1244"/>
    <w:rsid w:val="00FD31D2"/>
    <w:rsid w:val="00FD4512"/>
    <w:rsid w:val="00FD6479"/>
    <w:rsid w:val="00FE2075"/>
    <w:rsid w:val="00FE35E3"/>
    <w:rsid w:val="00FF4274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91DE7C"/>
  <w15:chartTrackingRefBased/>
  <w15:docId w15:val="{53AC0189-6BDF-438E-B8E8-B6AD8242B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character" w:styleId="Hyperlink">
    <w:name w:val="Hyperlink"/>
    <w:basedOn w:val="DefaultParagraphFont"/>
    <w:rsid w:val="00B801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01C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46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vo.jarv@energia.e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ndra.McManus@energia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E6770AA959F54399A8F09E68B9B650" ma:contentTypeVersion="11" ma:contentTypeDescription="Create a new document." ma:contentTypeScope="" ma:versionID="74ce39c70f745fa8f8aecff1795ce1a0">
  <xsd:schema xmlns:xsd="http://www.w3.org/2001/XMLSchema" xmlns:xs="http://www.w3.org/2001/XMLSchema" xmlns:p="http://schemas.microsoft.com/office/2006/metadata/properties" xmlns:ns2="3b43ac6d-9714-499f-aa1d-77116647b538" xmlns:ns3="50337f92-f42a-4d3e-90e5-7ec1aa133e6c" targetNamespace="http://schemas.microsoft.com/office/2006/metadata/properties" ma:root="true" ma:fieldsID="8f0685d9fedd25f12728119340de9caa" ns2:_="" ns3:_="">
    <xsd:import namespace="3b43ac6d-9714-499f-aa1d-77116647b538"/>
    <xsd:import namespace="50337f92-f42a-4d3e-90e5-7ec1aa133e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3ac6d-9714-499f-aa1d-77116647b5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37f92-f42a-4d3e-90e5-7ec1aa133e6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3C3BF3-C0D2-4A60-B92A-FFA0CBC16F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43ac6d-9714-499f-aa1d-77116647b538"/>
    <ds:schemaRef ds:uri="50337f92-f42a-4d3e-90e5-7ec1aa133e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EE53F9-3E55-4F2D-9105-148E7FD87E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69A423E-20BB-4500-9191-A2DF02F434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688</TotalTime>
  <Pages>1</Pages>
  <Words>213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subject/>
  <dc:creator>ITH</dc:creator>
  <cp:keywords/>
  <cp:lastModifiedBy>Avo Järv</cp:lastModifiedBy>
  <cp:revision>395</cp:revision>
  <cp:lastPrinted>2022-01-11T09:20:00Z</cp:lastPrinted>
  <dcterms:created xsi:type="dcterms:W3CDTF">2022-01-10T12:44:00Z</dcterms:created>
  <dcterms:modified xsi:type="dcterms:W3CDTF">2023-04-20T10:45:00Z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0x010100EEE6770AA959F54399A8F09E68B9B650</vt:lpwstr>
  </property>
</Properties>
</file>